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55EBA" w14:textId="77777777" w:rsidR="0089501B" w:rsidRPr="0089501B" w:rsidRDefault="0089501B" w:rsidP="0089501B">
      <w:pPr>
        <w:rPr>
          <w:sz w:val="20"/>
          <w:szCs w:val="20"/>
          <w:lang w:val="et-EE"/>
        </w:rPr>
      </w:pPr>
    </w:p>
    <w:p w14:paraId="4F7FE627" w14:textId="0B2AB797" w:rsidR="0089501B" w:rsidRPr="0089501B" w:rsidRDefault="0089501B" w:rsidP="0089501B">
      <w:pPr>
        <w:rPr>
          <w:sz w:val="20"/>
          <w:szCs w:val="20"/>
          <w:lang w:val="et-EE"/>
        </w:rPr>
      </w:pPr>
      <w:r w:rsidRPr="0089501B">
        <w:rPr>
          <w:sz w:val="20"/>
          <w:szCs w:val="20"/>
          <w:lang w:val="et-EE"/>
        </w:rPr>
        <w:t xml:space="preserve">Transpordiamet </w:t>
      </w:r>
      <w:r w:rsidRPr="0089501B">
        <w:rPr>
          <w:sz w:val="20"/>
          <w:szCs w:val="20"/>
          <w:lang w:val="et-EE"/>
        </w:rPr>
        <w:tab/>
      </w:r>
      <w:r w:rsidRPr="0089501B">
        <w:rPr>
          <w:sz w:val="20"/>
          <w:szCs w:val="20"/>
          <w:lang w:val="et-EE"/>
        </w:rPr>
        <w:tab/>
      </w:r>
      <w:r w:rsidRPr="0089501B">
        <w:rPr>
          <w:sz w:val="20"/>
          <w:szCs w:val="20"/>
          <w:lang w:val="et-EE"/>
        </w:rPr>
        <w:tab/>
      </w:r>
      <w:r w:rsidRPr="0089501B">
        <w:rPr>
          <w:sz w:val="20"/>
          <w:szCs w:val="20"/>
          <w:lang w:val="et-EE"/>
        </w:rPr>
        <w:tab/>
      </w:r>
      <w:r w:rsidRPr="0089501B">
        <w:rPr>
          <w:sz w:val="20"/>
          <w:szCs w:val="20"/>
          <w:lang w:val="et-EE"/>
        </w:rPr>
        <w:tab/>
        <w:t xml:space="preserve">       Meie: </w:t>
      </w:r>
      <w:r w:rsidR="002D4DF0">
        <w:rPr>
          <w:sz w:val="20"/>
          <w:szCs w:val="20"/>
          <w:lang w:val="et-EE"/>
        </w:rPr>
        <w:t>2</w:t>
      </w:r>
      <w:r w:rsidR="001434E9">
        <w:rPr>
          <w:sz w:val="20"/>
          <w:szCs w:val="20"/>
          <w:lang w:val="et-EE"/>
        </w:rPr>
        <w:t>7</w:t>
      </w:r>
      <w:r w:rsidRPr="0089501B">
        <w:rPr>
          <w:sz w:val="20"/>
          <w:szCs w:val="20"/>
          <w:lang w:val="et-EE"/>
        </w:rPr>
        <w:t>.05.2025 nr</w:t>
      </w:r>
      <w:r w:rsidR="00822B42">
        <w:rPr>
          <w:sz w:val="20"/>
          <w:szCs w:val="20"/>
          <w:lang w:val="et-EE"/>
        </w:rPr>
        <w:t xml:space="preserve"> </w:t>
      </w:r>
      <w:r w:rsidR="00822B42" w:rsidRPr="00822B42">
        <w:rPr>
          <w:sz w:val="20"/>
          <w:szCs w:val="20"/>
        </w:rPr>
        <w:t>JV-MAA-1/2511</w:t>
      </w:r>
    </w:p>
    <w:p w14:paraId="78AD452D" w14:textId="05E0D5A8" w:rsidR="0089501B" w:rsidRDefault="00AA1446" w:rsidP="0089501B">
      <w:pPr>
        <w:rPr>
          <w:b/>
          <w:bCs/>
          <w:sz w:val="20"/>
          <w:szCs w:val="20"/>
          <w:lang w:val="et-EE"/>
        </w:rPr>
      </w:pPr>
      <w:hyperlink r:id="rId10" w:history="1">
        <w:r w:rsidRPr="001309BB">
          <w:rPr>
            <w:rStyle w:val="Hyperlink"/>
            <w:b/>
            <w:bCs/>
            <w:sz w:val="20"/>
            <w:szCs w:val="20"/>
            <w:lang w:val="et-EE"/>
          </w:rPr>
          <w:t>info@transpordiamet.ee</w:t>
        </w:r>
      </w:hyperlink>
    </w:p>
    <w:p w14:paraId="46668BF5" w14:textId="77777777" w:rsidR="00AA1446" w:rsidRPr="0089501B" w:rsidRDefault="00AA1446" w:rsidP="0089501B">
      <w:pPr>
        <w:rPr>
          <w:b/>
          <w:bCs/>
          <w:sz w:val="20"/>
          <w:szCs w:val="20"/>
          <w:lang w:val="et-EE"/>
        </w:rPr>
      </w:pPr>
    </w:p>
    <w:p w14:paraId="2A43B57A" w14:textId="77777777" w:rsidR="0089501B" w:rsidRPr="0089501B" w:rsidRDefault="0089501B" w:rsidP="0089501B">
      <w:pPr>
        <w:rPr>
          <w:b/>
          <w:bCs/>
          <w:sz w:val="20"/>
          <w:szCs w:val="20"/>
          <w:lang w:val="et-EE"/>
        </w:rPr>
      </w:pPr>
    </w:p>
    <w:p w14:paraId="0295D2FB" w14:textId="77777777" w:rsidR="0089501B" w:rsidRDefault="0089501B" w:rsidP="0089501B">
      <w:pPr>
        <w:rPr>
          <w:b/>
          <w:bCs/>
          <w:sz w:val="20"/>
          <w:szCs w:val="20"/>
          <w:lang w:val="et-EE"/>
        </w:rPr>
      </w:pPr>
      <w:r w:rsidRPr="0089501B">
        <w:rPr>
          <w:b/>
          <w:bCs/>
          <w:sz w:val="20"/>
          <w:szCs w:val="20"/>
          <w:lang w:val="et-EE"/>
        </w:rPr>
        <w:t>RIIGIVARA KASUTAMISEKS ANDMISE  ja ISIKLIKU KASUTUSÕIGUSE SEADMISE TAOTLUS (tehnovõrgud ja rajatised)</w:t>
      </w:r>
    </w:p>
    <w:p w14:paraId="7B9555F7" w14:textId="77777777" w:rsidR="00AA1446" w:rsidRDefault="00AA1446" w:rsidP="0089501B">
      <w:pPr>
        <w:rPr>
          <w:b/>
          <w:bCs/>
          <w:sz w:val="20"/>
          <w:szCs w:val="20"/>
          <w:lang w:val="et-EE"/>
        </w:rPr>
      </w:pPr>
    </w:p>
    <w:p w14:paraId="1AF1209B" w14:textId="77777777" w:rsidR="00AA1446" w:rsidRDefault="00AA1446" w:rsidP="0089501B">
      <w:pPr>
        <w:rPr>
          <w:b/>
          <w:bCs/>
          <w:sz w:val="20"/>
          <w:szCs w:val="20"/>
          <w:lang w:val="et-EE"/>
        </w:rPr>
      </w:pPr>
    </w:p>
    <w:p w14:paraId="5BED206F" w14:textId="77777777" w:rsidR="00AA1446" w:rsidRPr="0089501B" w:rsidRDefault="00AA1446" w:rsidP="0089501B">
      <w:pPr>
        <w:rPr>
          <w:sz w:val="20"/>
          <w:szCs w:val="20"/>
          <w:lang w:val="et-EE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89501B" w:rsidRPr="0089501B" w14:paraId="496E48F5" w14:textId="77777777" w:rsidTr="0089501B">
        <w:trPr>
          <w:trHeight w:val="417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B8980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4366D4AF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5AFA1E9B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487502C4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4BF7E69B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TAOTLEJA</w:t>
            </w:r>
          </w:p>
          <w:p w14:paraId="00569424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ANDMED</w:t>
            </w:r>
          </w:p>
          <w:p w14:paraId="147DD5AA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3A7A9128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0B1F8ECC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54B5D6F0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03A32E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Nimi:  Elektrilevi OÜ</w:t>
            </w:r>
          </w:p>
          <w:p w14:paraId="29980E6E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0ED2997B" w14:textId="77777777" w:rsidTr="0089501B">
        <w:trPr>
          <w:trHeight w:val="4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1C548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2A32AD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Registrikood: 11050857</w:t>
            </w:r>
          </w:p>
          <w:p w14:paraId="01E6D052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126A1CCC" w14:textId="77777777" w:rsidTr="0089501B">
        <w:trPr>
          <w:trHeight w:val="2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6C64C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022E72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Aadress: Veskiposti tn 2, Tallinn</w:t>
            </w:r>
          </w:p>
          <w:p w14:paraId="5ABCA746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2E6B16BA" w14:textId="77777777" w:rsidTr="0089501B">
        <w:trPr>
          <w:trHeight w:val="4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F74F6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bookmarkStart w:id="0" w:name="_Hlk38622158" w:colFirst="1" w:colLast="1"/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96B359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Õigustatud isiku poolne lepingu sõlmija nimi:  Andra McManus</w:t>
            </w:r>
          </w:p>
        </w:tc>
      </w:tr>
      <w:bookmarkEnd w:id="0"/>
      <w:tr w:rsidR="0089501B" w:rsidRPr="0089501B" w14:paraId="0E82C6EC" w14:textId="77777777" w:rsidTr="0089501B">
        <w:trPr>
          <w:trHeight w:val="2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3BCA7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793FC3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Vajadusel koopia lepingu allkirjastaja volikirjast, kui allkirjastamine toimub volituse alusel</w:t>
            </w:r>
          </w:p>
          <w:p w14:paraId="769007A9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6D1E1035" w14:textId="77777777" w:rsidTr="0089501B">
        <w:trPr>
          <w:trHeight w:val="2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60E32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2B726C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Lepingu sõlmija e-posti aadress, telefoni number  </w:t>
            </w:r>
            <w:hyperlink r:id="rId11" w:history="1">
              <w:r w:rsidRPr="0089501B">
                <w:rPr>
                  <w:rStyle w:val="Hyperlink"/>
                  <w:sz w:val="20"/>
                  <w:szCs w:val="20"/>
                  <w:lang w:val="en-US"/>
                </w:rPr>
                <w:t>Andra.McManus@elektrilevi.ee</w:t>
              </w:r>
            </w:hyperlink>
            <w:r w:rsidRPr="0089501B">
              <w:rPr>
                <w:sz w:val="20"/>
                <w:szCs w:val="20"/>
                <w:lang w:val="et-EE"/>
              </w:rPr>
              <w:t>, tel 5123441</w:t>
            </w:r>
          </w:p>
          <w:p w14:paraId="5CD18667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64DBAD27" w14:textId="77777777" w:rsidTr="0089501B">
        <w:trPr>
          <w:trHeight w:val="94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3560A595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57BD275C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9BD349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Nimi: Riina Eha</w:t>
            </w:r>
          </w:p>
          <w:p w14:paraId="0B05495A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2F54371D" w14:textId="77777777" w:rsidTr="0089501B">
        <w:trPr>
          <w:trHeight w:val="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A8E987E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7D061F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e-posti aadress, telefoni number </w:t>
            </w:r>
          </w:p>
          <w:p w14:paraId="76609FC3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hyperlink r:id="rId12" w:history="1">
              <w:r w:rsidRPr="0089501B">
                <w:rPr>
                  <w:rStyle w:val="Hyperlink"/>
                  <w:sz w:val="20"/>
                  <w:szCs w:val="20"/>
                  <w:lang w:val="et-EE"/>
                </w:rPr>
                <w:t>riina.eha@elektrilevi.ee</w:t>
              </w:r>
            </w:hyperlink>
            <w:r w:rsidRPr="0089501B">
              <w:rPr>
                <w:sz w:val="20"/>
                <w:szCs w:val="20"/>
                <w:lang w:val="et-EE"/>
              </w:rPr>
              <w:t>,  tel 58853994</w:t>
            </w:r>
          </w:p>
          <w:p w14:paraId="73DDE722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  <w:p w14:paraId="22F907C1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Vajadusel esindusvolitus (PDF-fail)</w:t>
            </w:r>
          </w:p>
          <w:p w14:paraId="46AB2917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72040198" w14:textId="77777777" w:rsidTr="0089501B">
        <w:trPr>
          <w:trHeight w:val="93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4CD3329E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D49C47E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u w:val="single"/>
                <w:lang w:val="et-EE"/>
              </w:rPr>
              <w:br/>
            </w:r>
            <w:r w:rsidRPr="0089501B">
              <w:rPr>
                <w:iCs/>
                <w:sz w:val="20"/>
                <w:szCs w:val="20"/>
                <w:lang w:val="et-EE"/>
              </w:rPr>
              <w:t xml:space="preserve"> Tehnovõrgu arendamine</w:t>
            </w:r>
          </w:p>
        </w:tc>
      </w:tr>
      <w:tr w:rsidR="0089501B" w:rsidRPr="0089501B" w14:paraId="5869D55D" w14:textId="77777777" w:rsidTr="0089501B">
        <w:trPr>
          <w:trHeight w:val="2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BE0CAC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TEHNORAJATISE PAIGALDAMISE EESMÄRK</w:t>
            </w:r>
          </w:p>
          <w:p w14:paraId="7BF8DE0D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B8213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2335525B" w14:textId="77777777" w:rsidTr="0089501B">
        <w:trPr>
          <w:trHeight w:val="580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B2F0B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  <w:p w14:paraId="66B8A62A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PROJEKT (Transpordiametis kooskõlastatud)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CB8C1F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Projekti nimetus ja number:</w:t>
            </w:r>
          </w:p>
          <w:p w14:paraId="1FCB6C90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  <w:p w14:paraId="5A1087FC" w14:textId="67AC5D2E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Projekti nr </w:t>
            </w:r>
            <w:r w:rsidR="00EF5803">
              <w:rPr>
                <w:sz w:val="20"/>
                <w:szCs w:val="20"/>
                <w:lang w:val="et-EE"/>
              </w:rPr>
              <w:t>TC0785</w:t>
            </w:r>
            <w:r w:rsidRPr="0089501B">
              <w:rPr>
                <w:sz w:val="20"/>
                <w:szCs w:val="20"/>
                <w:lang w:val="et-EE"/>
              </w:rPr>
              <w:t xml:space="preserve"> “</w:t>
            </w:r>
            <w:r w:rsidR="00EF5803">
              <w:rPr>
                <w:sz w:val="20"/>
                <w:szCs w:val="20"/>
                <w:lang w:val="et-EE"/>
              </w:rPr>
              <w:t>Laulasmaa-Lohusalu kergliiklustee L2 elektrivõrgu ümberehitus</w:t>
            </w:r>
            <w:r w:rsidR="00DF219B">
              <w:rPr>
                <w:sz w:val="20"/>
                <w:szCs w:val="20"/>
                <w:lang w:val="et-EE"/>
              </w:rPr>
              <w:t>. Töö nr 25116</w:t>
            </w:r>
            <w:r w:rsidRPr="0089501B">
              <w:rPr>
                <w:sz w:val="20"/>
                <w:szCs w:val="20"/>
                <w:lang w:val="et-EE"/>
              </w:rPr>
              <w:t>“</w:t>
            </w:r>
          </w:p>
          <w:p w14:paraId="473DA6D0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1318F1C7" w14:textId="77777777" w:rsidTr="0089501B">
        <w:trPr>
          <w:trHeight w:val="5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529E6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E454947" w14:textId="3CC86C8F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Projekti koostaja:  </w:t>
            </w:r>
            <w:r w:rsidR="00DF219B">
              <w:rPr>
                <w:sz w:val="20"/>
                <w:szCs w:val="20"/>
                <w:lang w:val="et-EE"/>
              </w:rPr>
              <w:t xml:space="preserve">Hepta Group </w:t>
            </w:r>
            <w:r w:rsidR="00BE2FB9">
              <w:rPr>
                <w:sz w:val="20"/>
                <w:szCs w:val="20"/>
                <w:lang w:val="et-EE"/>
              </w:rPr>
              <w:t>Energy OÜ</w:t>
            </w:r>
          </w:p>
        </w:tc>
      </w:tr>
      <w:tr w:rsidR="0089501B" w:rsidRPr="0089501B" w14:paraId="267CEE7C" w14:textId="77777777" w:rsidTr="0089501B">
        <w:trPr>
          <w:trHeight w:val="5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00F9F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6426AD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Transpordiameti kooskõlastuse vastuskirja number ja kuupäev:</w:t>
            </w:r>
          </w:p>
          <w:p w14:paraId="1D2C5B25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  <w:p w14:paraId="49B158EF" w14:textId="6BA9308D" w:rsidR="0089501B" w:rsidRPr="0089501B" w:rsidRDefault="00BE2FB9" w:rsidP="0089501B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</w:t>
            </w:r>
            <w:r w:rsidR="0089501B" w:rsidRPr="0089501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5</w:t>
            </w:r>
            <w:r w:rsidR="0089501B" w:rsidRPr="0089501B">
              <w:rPr>
                <w:sz w:val="20"/>
                <w:szCs w:val="20"/>
                <w:lang w:val="et-EE"/>
              </w:rPr>
              <w:t>.2025 nr 7.1-2/25/</w:t>
            </w:r>
            <w:r>
              <w:rPr>
                <w:sz w:val="20"/>
                <w:szCs w:val="20"/>
                <w:lang w:val="et-EE"/>
              </w:rPr>
              <w:t>7104</w:t>
            </w:r>
            <w:r w:rsidR="0089501B" w:rsidRPr="0089501B">
              <w:rPr>
                <w:sz w:val="20"/>
                <w:szCs w:val="20"/>
                <w:lang w:val="et-EE"/>
              </w:rPr>
              <w:t>-2</w:t>
            </w:r>
          </w:p>
          <w:p w14:paraId="33AD9D6B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3517B2BC" w14:textId="77777777" w:rsidTr="0089501B">
        <w:trPr>
          <w:trHeight w:val="312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D5D202" w14:textId="77777777" w:rsidR="0089501B" w:rsidRPr="0089501B" w:rsidRDefault="0089501B" w:rsidP="0089501B">
            <w:pPr>
              <w:numPr>
                <w:ilvl w:val="0"/>
                <w:numId w:val="32"/>
              </w:num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KOORMATAVA</w:t>
            </w:r>
          </w:p>
          <w:p w14:paraId="22E64ABB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RIIGIMAA ANDMED (info RKVRist ja Maa-ameti kaardirakendusest)</w:t>
            </w:r>
          </w:p>
          <w:p w14:paraId="77CD9DA7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2618F0" w14:textId="5D960D9D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Nimetus ja number: 11</w:t>
            </w:r>
            <w:r w:rsidR="008147A4">
              <w:rPr>
                <w:sz w:val="20"/>
                <w:szCs w:val="20"/>
                <w:lang w:val="et-EE"/>
              </w:rPr>
              <w:t>395 Laulasmaa-Lohusalu tee</w:t>
            </w:r>
          </w:p>
          <w:p w14:paraId="1E97800A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</w:tc>
      </w:tr>
      <w:tr w:rsidR="0089501B" w:rsidRPr="0089501B" w14:paraId="43280A22" w14:textId="77777777" w:rsidTr="0089501B">
        <w:trPr>
          <w:trHeight w:val="4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0AB7D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B2FC869" w14:textId="23A257E4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Katastritunnus: </w:t>
            </w:r>
            <w:r w:rsidR="00076274">
              <w:rPr>
                <w:sz w:val="20"/>
                <w:szCs w:val="20"/>
                <w:lang w:val="et-EE"/>
              </w:rPr>
              <w:t>295</w:t>
            </w:r>
            <w:r w:rsidRPr="0089501B">
              <w:rPr>
                <w:sz w:val="20"/>
                <w:szCs w:val="20"/>
                <w:lang w:val="et-EE"/>
              </w:rPr>
              <w:t>0</w:t>
            </w:r>
            <w:r w:rsidR="00076274">
              <w:rPr>
                <w:sz w:val="20"/>
                <w:szCs w:val="20"/>
                <w:lang w:val="et-EE"/>
              </w:rPr>
              <w:t>1</w:t>
            </w:r>
            <w:r w:rsidRPr="0089501B">
              <w:rPr>
                <w:sz w:val="20"/>
                <w:szCs w:val="20"/>
                <w:lang w:val="et-EE"/>
              </w:rPr>
              <w:t>:00</w:t>
            </w:r>
            <w:r w:rsidR="00076274">
              <w:rPr>
                <w:sz w:val="20"/>
                <w:szCs w:val="20"/>
                <w:lang w:val="et-EE"/>
              </w:rPr>
              <w:t>7</w:t>
            </w:r>
            <w:r w:rsidRPr="0089501B">
              <w:rPr>
                <w:sz w:val="20"/>
                <w:szCs w:val="20"/>
                <w:lang w:val="et-EE"/>
              </w:rPr>
              <w:t>:0</w:t>
            </w:r>
            <w:r w:rsidR="00076274">
              <w:rPr>
                <w:sz w:val="20"/>
                <w:szCs w:val="20"/>
                <w:lang w:val="et-EE"/>
              </w:rPr>
              <w:t>257</w:t>
            </w:r>
          </w:p>
        </w:tc>
      </w:tr>
      <w:tr w:rsidR="0089501B" w:rsidRPr="0089501B" w14:paraId="12CE8549" w14:textId="77777777" w:rsidTr="0089501B">
        <w:trPr>
          <w:trHeight w:val="3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997B6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ADE0765" w14:textId="6601602D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Kinnistu registriosa number: </w:t>
            </w:r>
            <w:r w:rsidR="00076274">
              <w:rPr>
                <w:sz w:val="20"/>
                <w:szCs w:val="20"/>
                <w:lang w:val="et-EE"/>
              </w:rPr>
              <w:t>9243350</w:t>
            </w:r>
          </w:p>
        </w:tc>
      </w:tr>
      <w:tr w:rsidR="0089501B" w:rsidRPr="0089501B" w14:paraId="403EBB2C" w14:textId="77777777" w:rsidTr="0089501B">
        <w:trPr>
          <w:trHeight w:val="3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C01F6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E43F5EF" w14:textId="250BA1B4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Riigi kinnisvararegistri objekti kood: </w:t>
            </w:r>
            <w:hyperlink r:id="rId13" w:tgtFrame="_blank" w:history="1">
              <w:r w:rsidR="004E540E" w:rsidRPr="004E540E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KV11275</w:t>
              </w:r>
            </w:hyperlink>
          </w:p>
        </w:tc>
      </w:tr>
      <w:tr w:rsidR="0089501B" w:rsidRPr="0089501B" w14:paraId="2CE40BBE" w14:textId="77777777" w:rsidTr="0089501B">
        <w:trPr>
          <w:trHeight w:val="4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F6FCF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913676" w14:textId="77777777" w:rsidR="0089501B" w:rsidRPr="0089501B" w:rsidRDefault="0089501B" w:rsidP="0089501B">
            <w:pPr>
              <w:rPr>
                <w:sz w:val="20"/>
                <w:szCs w:val="20"/>
                <w:u w:val="single"/>
                <w:lang w:val="et-EE"/>
              </w:rPr>
            </w:pPr>
            <w:r w:rsidRPr="0089501B">
              <w:rPr>
                <w:sz w:val="20"/>
                <w:szCs w:val="20"/>
                <w:u w:val="single"/>
                <w:lang w:val="et-EE"/>
              </w:rPr>
              <w:t>Kasutusõiguse sisu:</w:t>
            </w:r>
          </w:p>
          <w:p w14:paraId="09E313AE" w14:textId="7385B5C2" w:rsidR="0089501B" w:rsidRPr="0089501B" w:rsidRDefault="0089501B" w:rsidP="0089501B">
            <w:pPr>
              <w:rPr>
                <w:sz w:val="20"/>
                <w:szCs w:val="20"/>
                <w:u w:val="single"/>
                <w:lang w:val="et-EE"/>
              </w:rPr>
            </w:pPr>
            <w:r w:rsidRPr="0089501B">
              <w:rPr>
                <w:i/>
                <w:iCs/>
                <w:sz w:val="20"/>
                <w:szCs w:val="20"/>
                <w:u w:val="single"/>
                <w:lang w:val="et-EE"/>
              </w:rPr>
              <w:t xml:space="preserve">POS 1: elektri </w:t>
            </w:r>
            <w:r w:rsidR="00A550D4">
              <w:rPr>
                <w:i/>
                <w:iCs/>
                <w:sz w:val="20"/>
                <w:szCs w:val="20"/>
                <w:u w:val="single"/>
                <w:lang w:val="et-EE"/>
              </w:rPr>
              <w:t>õhuliini masti tõmmitsa</w:t>
            </w:r>
            <w:r w:rsidRPr="0089501B">
              <w:rPr>
                <w:i/>
                <w:iCs/>
                <w:sz w:val="20"/>
                <w:szCs w:val="20"/>
                <w:u w:val="single"/>
                <w:lang w:val="et-EE"/>
              </w:rPr>
              <w:t xml:space="preserve"> rajamiseks</w:t>
            </w:r>
          </w:p>
          <w:p w14:paraId="6776A046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</w:p>
          <w:p w14:paraId="644A0790" w14:textId="1D794A77" w:rsidR="00E07AF5" w:rsidRPr="00E07AF5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Ruumikuju andmed: PARI ID: </w:t>
            </w:r>
            <w:r w:rsidR="00AA1446" w:rsidRPr="00AA1446">
              <w:rPr>
                <w:sz w:val="20"/>
                <w:szCs w:val="20"/>
              </w:rPr>
              <w:t>801534</w:t>
            </w:r>
            <w:r w:rsidRPr="0089501B">
              <w:rPr>
                <w:sz w:val="20"/>
                <w:szCs w:val="20"/>
                <w:lang w:val="et-EE"/>
              </w:rPr>
              <w:t xml:space="preserve">  ja aktiivne link:</w:t>
            </w:r>
          </w:p>
          <w:p w14:paraId="33806454" w14:textId="7953A064" w:rsidR="00E07AF5" w:rsidRDefault="00E07AF5" w:rsidP="0089501B">
            <w:pPr>
              <w:rPr>
                <w:i/>
                <w:iCs/>
                <w:sz w:val="20"/>
                <w:szCs w:val="20"/>
                <w:lang w:val="et-EE"/>
              </w:rPr>
            </w:pPr>
            <w:hyperlink r:id="rId14" w:history="1">
              <w:r w:rsidRPr="005A269D">
                <w:rPr>
                  <w:rStyle w:val="Hyperlink"/>
                  <w:i/>
                  <w:iCs/>
                  <w:sz w:val="20"/>
                  <w:szCs w:val="20"/>
                  <w:lang w:val="et-EE"/>
                </w:rPr>
                <w:t>https://pari.kataster.ee/magic-link/2d9ff1c0-edf0-4d1f-b385-68c8ea3a6794</w:t>
              </w:r>
            </w:hyperlink>
          </w:p>
          <w:p w14:paraId="02A9015C" w14:textId="77777777" w:rsidR="00E07AF5" w:rsidRDefault="00E07AF5" w:rsidP="0089501B">
            <w:pPr>
              <w:rPr>
                <w:i/>
                <w:iCs/>
                <w:sz w:val="20"/>
                <w:szCs w:val="20"/>
                <w:lang w:val="et-EE"/>
              </w:rPr>
            </w:pPr>
          </w:p>
          <w:p w14:paraId="0F69CAEF" w14:textId="77777777" w:rsidR="00E07AF5" w:rsidRDefault="00E07AF5" w:rsidP="0089501B">
            <w:pPr>
              <w:rPr>
                <w:i/>
                <w:iCs/>
                <w:sz w:val="20"/>
                <w:szCs w:val="20"/>
                <w:lang w:val="et-EE"/>
              </w:rPr>
            </w:pPr>
          </w:p>
          <w:p w14:paraId="1B51D1A3" w14:textId="77777777" w:rsidR="00E07AF5" w:rsidRPr="0089501B" w:rsidRDefault="00E07AF5" w:rsidP="0089501B">
            <w:pPr>
              <w:rPr>
                <w:i/>
                <w:iCs/>
                <w:sz w:val="20"/>
                <w:szCs w:val="20"/>
                <w:lang w:val="et-EE"/>
              </w:rPr>
            </w:pPr>
          </w:p>
        </w:tc>
      </w:tr>
      <w:tr w:rsidR="0089501B" w:rsidRPr="0089501B" w14:paraId="2076A2CA" w14:textId="77777777" w:rsidTr="0089501B">
        <w:trPr>
          <w:trHeight w:val="453"/>
        </w:trPr>
        <w:tc>
          <w:tcPr>
            <w:tcW w:w="2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A35456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LEPINGU SÕLMIMISE KULUD TASUB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E738B0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Elektrilevi OÜ</w:t>
            </w:r>
          </w:p>
        </w:tc>
      </w:tr>
      <w:tr w:rsidR="0089501B" w:rsidRPr="0089501B" w14:paraId="5DD28908" w14:textId="77777777" w:rsidTr="0089501B">
        <w:trPr>
          <w:trHeight w:val="453"/>
        </w:trPr>
        <w:tc>
          <w:tcPr>
            <w:tcW w:w="2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24FD3C3" w14:textId="77777777" w:rsidR="0089501B" w:rsidRPr="0089501B" w:rsidRDefault="0089501B" w:rsidP="0089501B">
            <w:pPr>
              <w:rPr>
                <w:bCs/>
                <w:sz w:val="20"/>
                <w:szCs w:val="20"/>
                <w:lang w:val="et-EE"/>
              </w:rPr>
            </w:pPr>
            <w:r w:rsidRPr="0089501B">
              <w:rPr>
                <w:bCs/>
                <w:sz w:val="20"/>
                <w:szCs w:val="20"/>
                <w:lang w:val="et-EE"/>
              </w:rPr>
              <w:t>TAOTLUSE LISAD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7B920B" w14:textId="77777777" w:rsid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 xml:space="preserve">Isikliku kasutusõiguse seadmise plaan </w:t>
            </w:r>
          </w:p>
          <w:p w14:paraId="5E9E7E4C" w14:textId="77777777" w:rsidR="0089501B" w:rsidRPr="0089501B" w:rsidRDefault="0089501B" w:rsidP="0089501B">
            <w:pPr>
              <w:rPr>
                <w:sz w:val="20"/>
                <w:szCs w:val="20"/>
                <w:lang w:val="et-EE"/>
              </w:rPr>
            </w:pPr>
            <w:r w:rsidRPr="0089501B">
              <w:rPr>
                <w:sz w:val="20"/>
                <w:szCs w:val="20"/>
                <w:lang w:val="et-EE"/>
              </w:rPr>
              <w:t>Esindusvolitus</w:t>
            </w:r>
          </w:p>
          <w:p w14:paraId="01601356" w14:textId="77777777" w:rsidR="0089501B" w:rsidRPr="0089501B" w:rsidRDefault="0089501B" w:rsidP="0089501B">
            <w:pPr>
              <w:rPr>
                <w:sz w:val="20"/>
                <w:szCs w:val="20"/>
                <w:u w:val="single"/>
                <w:lang w:val="et-EE"/>
              </w:rPr>
            </w:pPr>
          </w:p>
        </w:tc>
      </w:tr>
    </w:tbl>
    <w:p w14:paraId="70DFD9FC" w14:textId="77777777" w:rsidR="0089501B" w:rsidRDefault="0089501B" w:rsidP="0089501B">
      <w:pPr>
        <w:rPr>
          <w:sz w:val="20"/>
          <w:szCs w:val="20"/>
          <w:lang w:val="et-EE"/>
        </w:rPr>
      </w:pPr>
    </w:p>
    <w:p w14:paraId="0279BB03" w14:textId="77777777" w:rsidR="002D4DF0" w:rsidRDefault="002D4DF0" w:rsidP="0089501B">
      <w:pPr>
        <w:rPr>
          <w:sz w:val="20"/>
          <w:szCs w:val="20"/>
          <w:lang w:val="et-EE"/>
        </w:rPr>
      </w:pPr>
    </w:p>
    <w:p w14:paraId="375E56CB" w14:textId="77777777" w:rsidR="002D4DF0" w:rsidRPr="0089501B" w:rsidRDefault="002D4DF0" w:rsidP="0089501B">
      <w:pPr>
        <w:rPr>
          <w:sz w:val="20"/>
          <w:szCs w:val="20"/>
          <w:lang w:val="et-EE"/>
        </w:rPr>
      </w:pPr>
    </w:p>
    <w:p w14:paraId="56BA9B4C" w14:textId="77777777" w:rsidR="0089501B" w:rsidRPr="0089501B" w:rsidRDefault="0089501B" w:rsidP="0089501B">
      <w:pPr>
        <w:rPr>
          <w:sz w:val="20"/>
          <w:szCs w:val="20"/>
          <w:lang w:val="et-EE"/>
        </w:rPr>
      </w:pPr>
      <w:r w:rsidRPr="0089501B">
        <w:rPr>
          <w:sz w:val="20"/>
          <w:szCs w:val="20"/>
          <w:lang w:val="et-EE"/>
        </w:rPr>
        <w:t>Lugupidamisega</w:t>
      </w:r>
    </w:p>
    <w:p w14:paraId="4FE48B19" w14:textId="77777777" w:rsidR="0089501B" w:rsidRDefault="0089501B" w:rsidP="0089501B">
      <w:pPr>
        <w:rPr>
          <w:sz w:val="20"/>
          <w:szCs w:val="20"/>
          <w:lang w:val="et-EE"/>
        </w:rPr>
      </w:pPr>
      <w:r w:rsidRPr="0089501B">
        <w:rPr>
          <w:sz w:val="20"/>
          <w:szCs w:val="20"/>
          <w:lang w:val="et-EE"/>
        </w:rPr>
        <w:t>(allkirjastatud digitaalselt)</w:t>
      </w:r>
    </w:p>
    <w:p w14:paraId="2B6188EE" w14:textId="77777777" w:rsidR="002D4DF0" w:rsidRDefault="002D4DF0" w:rsidP="0089501B">
      <w:pPr>
        <w:rPr>
          <w:sz w:val="20"/>
          <w:szCs w:val="20"/>
          <w:lang w:val="et-EE"/>
        </w:rPr>
      </w:pPr>
    </w:p>
    <w:p w14:paraId="34978253" w14:textId="77777777" w:rsidR="002D4DF0" w:rsidRPr="0089501B" w:rsidRDefault="002D4DF0" w:rsidP="0089501B">
      <w:pPr>
        <w:rPr>
          <w:sz w:val="20"/>
          <w:szCs w:val="20"/>
          <w:lang w:val="et-EE"/>
        </w:rPr>
      </w:pPr>
    </w:p>
    <w:p w14:paraId="0DB92BC8" w14:textId="77777777" w:rsidR="0089501B" w:rsidRPr="0089501B" w:rsidRDefault="0089501B" w:rsidP="0089501B">
      <w:pPr>
        <w:rPr>
          <w:sz w:val="20"/>
          <w:szCs w:val="20"/>
          <w:lang w:val="et-EE"/>
        </w:rPr>
      </w:pPr>
    </w:p>
    <w:p w14:paraId="13D14823" w14:textId="77777777" w:rsidR="0089501B" w:rsidRPr="0089501B" w:rsidRDefault="0089501B" w:rsidP="0089501B">
      <w:pPr>
        <w:rPr>
          <w:sz w:val="20"/>
          <w:szCs w:val="20"/>
          <w:lang w:val="et-EE"/>
        </w:rPr>
      </w:pPr>
      <w:r w:rsidRPr="0089501B">
        <w:rPr>
          <w:sz w:val="20"/>
          <w:szCs w:val="20"/>
          <w:lang w:val="et-EE"/>
        </w:rPr>
        <w:t>Riina Eha</w:t>
      </w:r>
    </w:p>
    <w:p w14:paraId="5EC92E32" w14:textId="77777777" w:rsidR="0089501B" w:rsidRPr="0089501B" w:rsidRDefault="0089501B" w:rsidP="0089501B">
      <w:pPr>
        <w:rPr>
          <w:sz w:val="20"/>
          <w:szCs w:val="20"/>
          <w:lang w:val="et-EE"/>
        </w:rPr>
      </w:pPr>
      <w:r w:rsidRPr="0089501B">
        <w:rPr>
          <w:sz w:val="20"/>
          <w:szCs w:val="20"/>
          <w:lang w:val="et-EE"/>
        </w:rPr>
        <w:t>maateenuste spetsialist</w:t>
      </w:r>
    </w:p>
    <w:p w14:paraId="66FE18F1" w14:textId="77777777" w:rsidR="0089501B" w:rsidRPr="0089501B" w:rsidRDefault="0089501B" w:rsidP="0089501B">
      <w:pPr>
        <w:rPr>
          <w:sz w:val="20"/>
          <w:szCs w:val="20"/>
          <w:lang w:val="et-EE"/>
        </w:rPr>
      </w:pPr>
    </w:p>
    <w:p w14:paraId="601D710D" w14:textId="5B59F49F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W w:w="40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03"/>
      </w:tblGrid>
      <w:tr w:rsidR="00840780" w:rsidRPr="00840780" w14:paraId="00F2E5F3" w14:textId="77777777" w:rsidTr="002B65C0">
        <w:trPr>
          <w:trHeight w:val="283"/>
        </w:trPr>
        <w:tc>
          <w:tcPr>
            <w:tcW w:w="4003" w:type="dxa"/>
          </w:tcPr>
          <w:p w14:paraId="7C8E7A33" w14:textId="77777777" w:rsidR="00840780" w:rsidRPr="00840780" w:rsidRDefault="00840780" w:rsidP="00174426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EA974" w14:textId="77777777" w:rsidR="00E47E6A" w:rsidRDefault="00E47E6A">
      <w:r>
        <w:separator/>
      </w:r>
    </w:p>
  </w:endnote>
  <w:endnote w:type="continuationSeparator" w:id="0">
    <w:p w14:paraId="225E8DD3" w14:textId="77777777" w:rsidR="00E47E6A" w:rsidRDefault="00E47E6A">
      <w:r>
        <w:continuationSeparator/>
      </w:r>
    </w:p>
  </w:endnote>
  <w:endnote w:type="continuationNotice" w:id="1">
    <w:p w14:paraId="0C6AFA21" w14:textId="77777777" w:rsidR="00E47E6A" w:rsidRDefault="00E47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EE2B" w14:textId="77777777" w:rsidR="00E47E6A" w:rsidRDefault="00E47E6A">
      <w:r>
        <w:separator/>
      </w:r>
    </w:p>
  </w:footnote>
  <w:footnote w:type="continuationSeparator" w:id="0">
    <w:p w14:paraId="44162CBB" w14:textId="77777777" w:rsidR="00E47E6A" w:rsidRDefault="00E47E6A">
      <w:r>
        <w:continuationSeparator/>
      </w:r>
    </w:p>
  </w:footnote>
  <w:footnote w:type="continuationNotice" w:id="1">
    <w:p w14:paraId="2F83E950" w14:textId="77777777" w:rsidR="00E47E6A" w:rsidRDefault="00E47E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10491109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76274"/>
    <w:rsid w:val="000B417F"/>
    <w:rsid w:val="000B4850"/>
    <w:rsid w:val="000B57BA"/>
    <w:rsid w:val="000F3E27"/>
    <w:rsid w:val="00103444"/>
    <w:rsid w:val="001434E9"/>
    <w:rsid w:val="00146F8F"/>
    <w:rsid w:val="001528E0"/>
    <w:rsid w:val="00162108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30028"/>
    <w:rsid w:val="002401E8"/>
    <w:rsid w:val="0024234A"/>
    <w:rsid w:val="002641F5"/>
    <w:rsid w:val="002726A3"/>
    <w:rsid w:val="002732AA"/>
    <w:rsid w:val="002A1036"/>
    <w:rsid w:val="002B65C0"/>
    <w:rsid w:val="002C6B24"/>
    <w:rsid w:val="002D4D27"/>
    <w:rsid w:val="002D4DF0"/>
    <w:rsid w:val="002D6251"/>
    <w:rsid w:val="002E0EF7"/>
    <w:rsid w:val="002F07BC"/>
    <w:rsid w:val="00300E09"/>
    <w:rsid w:val="003073D3"/>
    <w:rsid w:val="003127FB"/>
    <w:rsid w:val="0033388C"/>
    <w:rsid w:val="00335CBC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F5996"/>
    <w:rsid w:val="004170C1"/>
    <w:rsid w:val="00430FA1"/>
    <w:rsid w:val="00470107"/>
    <w:rsid w:val="00491AD7"/>
    <w:rsid w:val="004D1D70"/>
    <w:rsid w:val="004E540E"/>
    <w:rsid w:val="004E5DD5"/>
    <w:rsid w:val="0050379B"/>
    <w:rsid w:val="00532D2F"/>
    <w:rsid w:val="0054223A"/>
    <w:rsid w:val="00581E38"/>
    <w:rsid w:val="00582590"/>
    <w:rsid w:val="00585B08"/>
    <w:rsid w:val="005A217D"/>
    <w:rsid w:val="005A710F"/>
    <w:rsid w:val="005B1C18"/>
    <w:rsid w:val="005C24D9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27A9"/>
    <w:rsid w:val="006B28B7"/>
    <w:rsid w:val="006B5553"/>
    <w:rsid w:val="006F595A"/>
    <w:rsid w:val="00704301"/>
    <w:rsid w:val="0070500B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147A4"/>
    <w:rsid w:val="00820D09"/>
    <w:rsid w:val="00822B42"/>
    <w:rsid w:val="0082604D"/>
    <w:rsid w:val="00827163"/>
    <w:rsid w:val="0083430B"/>
    <w:rsid w:val="00840780"/>
    <w:rsid w:val="0086205E"/>
    <w:rsid w:val="008753E8"/>
    <w:rsid w:val="008759E3"/>
    <w:rsid w:val="0089501B"/>
    <w:rsid w:val="008C5B01"/>
    <w:rsid w:val="008D2D2A"/>
    <w:rsid w:val="008D3667"/>
    <w:rsid w:val="008F2A05"/>
    <w:rsid w:val="0091258F"/>
    <w:rsid w:val="00912BDF"/>
    <w:rsid w:val="009303BE"/>
    <w:rsid w:val="00930BE5"/>
    <w:rsid w:val="00962A66"/>
    <w:rsid w:val="00992B14"/>
    <w:rsid w:val="009A0457"/>
    <w:rsid w:val="009B2A88"/>
    <w:rsid w:val="009D38F3"/>
    <w:rsid w:val="009D6ED0"/>
    <w:rsid w:val="009E181A"/>
    <w:rsid w:val="00A17E2A"/>
    <w:rsid w:val="00A27416"/>
    <w:rsid w:val="00A33A60"/>
    <w:rsid w:val="00A43A3D"/>
    <w:rsid w:val="00A550D4"/>
    <w:rsid w:val="00A649D1"/>
    <w:rsid w:val="00A65739"/>
    <w:rsid w:val="00A837AB"/>
    <w:rsid w:val="00AA1446"/>
    <w:rsid w:val="00AE1639"/>
    <w:rsid w:val="00AE6B50"/>
    <w:rsid w:val="00AF6389"/>
    <w:rsid w:val="00B05AE2"/>
    <w:rsid w:val="00B33B98"/>
    <w:rsid w:val="00B4021D"/>
    <w:rsid w:val="00BA3B23"/>
    <w:rsid w:val="00BD14A4"/>
    <w:rsid w:val="00BE2FB9"/>
    <w:rsid w:val="00BF0E4C"/>
    <w:rsid w:val="00C0020C"/>
    <w:rsid w:val="00C34030"/>
    <w:rsid w:val="00C53640"/>
    <w:rsid w:val="00C57DDA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8006E"/>
    <w:rsid w:val="00D879EE"/>
    <w:rsid w:val="00D902BD"/>
    <w:rsid w:val="00DA5A2F"/>
    <w:rsid w:val="00DB17D9"/>
    <w:rsid w:val="00DF219B"/>
    <w:rsid w:val="00DF283A"/>
    <w:rsid w:val="00DF2D6D"/>
    <w:rsid w:val="00DF3E13"/>
    <w:rsid w:val="00E07AF5"/>
    <w:rsid w:val="00E2366F"/>
    <w:rsid w:val="00E23C4F"/>
    <w:rsid w:val="00E27A09"/>
    <w:rsid w:val="00E366A1"/>
    <w:rsid w:val="00E3783E"/>
    <w:rsid w:val="00E43B45"/>
    <w:rsid w:val="00E47970"/>
    <w:rsid w:val="00E47E6A"/>
    <w:rsid w:val="00E6200E"/>
    <w:rsid w:val="00E9115C"/>
    <w:rsid w:val="00EB5167"/>
    <w:rsid w:val="00EB79F8"/>
    <w:rsid w:val="00EC15EB"/>
    <w:rsid w:val="00EC6F44"/>
    <w:rsid w:val="00ED26F8"/>
    <w:rsid w:val="00EF5803"/>
    <w:rsid w:val="00F30F4E"/>
    <w:rsid w:val="00F400F4"/>
    <w:rsid w:val="00F50474"/>
    <w:rsid w:val="00F5555D"/>
    <w:rsid w:val="00F629CC"/>
    <w:rsid w:val="00F67A7C"/>
    <w:rsid w:val="00F75059"/>
    <w:rsid w:val="00F87519"/>
    <w:rsid w:val="00F94E63"/>
    <w:rsid w:val="00FA395B"/>
    <w:rsid w:val="00FC0064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iigivara.fin.ee/rkvr-frontend/varad/46061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riina.eha@elektrilevi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a.McManus@elektrilevi.e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info@transpordiamet.e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2d9ff1c0-edf0-4d1f-b385-68c8ea3a6794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36</TotalTime>
  <Pages>2</Pages>
  <Words>309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Riina Eha</cp:lastModifiedBy>
  <cp:revision>25</cp:revision>
  <cp:lastPrinted>2025-04-15T10:05:00Z</cp:lastPrinted>
  <dcterms:created xsi:type="dcterms:W3CDTF">2025-04-14T09:57:00Z</dcterms:created>
  <dcterms:modified xsi:type="dcterms:W3CDTF">2025-05-27T20:52:00Z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